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C872C7" w:rsidRPr="00B0544D" w14:paraId="36D79F42" w14:textId="77777777" w:rsidTr="0010691D">
        <w:tc>
          <w:tcPr>
            <w:tcW w:w="1311" w:type="dxa"/>
          </w:tcPr>
          <w:p w14:paraId="22E8D9C0" w14:textId="77777777" w:rsidR="00C872C7" w:rsidRPr="008E5212" w:rsidRDefault="00C872C7" w:rsidP="0010691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59F66D2B" w14:textId="77777777" w:rsidR="00C872C7" w:rsidRPr="008E5212" w:rsidRDefault="00C872C7" w:rsidP="0010691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DC70354" w14:textId="77777777" w:rsidR="00C872C7" w:rsidRPr="008E5212" w:rsidRDefault="00C872C7" w:rsidP="0010691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872C7" w:rsidRPr="009146AD" w14:paraId="0E465733" w14:textId="77777777" w:rsidTr="0010691D">
        <w:tc>
          <w:tcPr>
            <w:tcW w:w="1311" w:type="dxa"/>
          </w:tcPr>
          <w:p w14:paraId="0905767B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319EF572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Pannello isolante</w:t>
            </w:r>
          </w:p>
          <w:p w14:paraId="3A3AE910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color w:val="00B050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 xml:space="preserve">PE </w:t>
            </w:r>
            <w:proofErr w:type="spellStart"/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 xml:space="preserve"> R </w:t>
            </w:r>
          </w:p>
          <w:p w14:paraId="010BCBB4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color w:val="00B050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 xml:space="preserve">con tubazione </w:t>
            </w:r>
          </w:p>
          <w:p w14:paraId="3C927768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943B9A">
              <w:rPr>
                <w:rFonts w:ascii="Poppins" w:hAnsi="Poppins" w:cs="Poppins"/>
                <w:color w:val="00B050"/>
                <w:sz w:val="20"/>
              </w:rPr>
              <w:t>PexPenta</w:t>
            </w:r>
            <w:proofErr w:type="spellEnd"/>
            <w:r w:rsidRPr="00943B9A">
              <w:rPr>
                <w:rFonts w:ascii="Poppins" w:hAnsi="Poppins" w:cs="Poppins"/>
                <w:color w:val="00B050"/>
                <w:sz w:val="20"/>
              </w:rPr>
              <w:t xml:space="preserve"> </w:t>
            </w:r>
            <w:proofErr w:type="spellStart"/>
            <w:r w:rsidRPr="00943B9A">
              <w:rPr>
                <w:rFonts w:ascii="Poppins" w:hAnsi="Poppins" w:cs="Poppins"/>
                <w:color w:val="00B050"/>
                <w:sz w:val="20"/>
              </w:rPr>
              <w:t>Klett</w:t>
            </w:r>
            <w:proofErr w:type="spellEnd"/>
          </w:p>
        </w:tc>
        <w:tc>
          <w:tcPr>
            <w:tcW w:w="6101" w:type="dxa"/>
          </w:tcPr>
          <w:p w14:paraId="59FBA167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 xml:space="preserve">Sistema di riscaldamento/raffrescamento a pavimento di ridotto spessore ideale nelle ristrutturazioni degli edifici civili. </w:t>
            </w:r>
          </w:p>
          <w:p w14:paraId="256BE2CE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Il sistema è costituito da:</w:t>
            </w:r>
          </w:p>
          <w:p w14:paraId="36E8D260" w14:textId="77777777" w:rsidR="00C872C7" w:rsidRPr="008E5212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 xml:space="preserve">Pannello isolante in polietilene espanso </w:t>
            </w:r>
            <w:r w:rsidRPr="00943B9A">
              <w:rPr>
                <w:rFonts w:ascii="Poppins" w:hAnsi="Poppins" w:cs="Poppins"/>
                <w:color w:val="FFC000"/>
              </w:rPr>
              <w:t>H6</w:t>
            </w:r>
            <w:r w:rsidRPr="008E5212">
              <w:rPr>
                <w:rFonts w:ascii="Poppins" w:hAnsi="Poppins" w:cs="Poppins"/>
              </w:rPr>
              <w:t xml:space="preserve"> per isolamento termico per tubo 16x2. Passo tubi 5 cm.</w:t>
            </w:r>
          </w:p>
          <w:p w14:paraId="1CDB890A" w14:textId="77777777" w:rsidR="00C872C7" w:rsidRPr="008E5212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2D250825" w14:textId="77777777" w:rsidR="00C872C7" w:rsidRPr="008E5212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>Tubazio</w:t>
            </w:r>
            <w:r w:rsidRPr="008E5212">
              <w:rPr>
                <w:rFonts w:ascii="Poppins" w:hAnsi="Poppins" w:cs="Poppins"/>
                <w:color w:val="000000" w:themeColor="text1"/>
              </w:rPr>
              <w:t xml:space="preserve">ni </w:t>
            </w:r>
            <w:proofErr w:type="spellStart"/>
            <w:r w:rsidRPr="00943B9A">
              <w:rPr>
                <w:rFonts w:ascii="Poppins" w:hAnsi="Poppins" w:cs="Poppins"/>
                <w:color w:val="00B050"/>
              </w:rPr>
              <w:t>PexPenta</w:t>
            </w:r>
            <w:proofErr w:type="spellEnd"/>
            <w:r w:rsidRPr="00943B9A">
              <w:rPr>
                <w:rFonts w:ascii="Poppins" w:hAnsi="Poppins" w:cs="Poppins"/>
                <w:color w:val="00B050"/>
              </w:rPr>
              <w:t xml:space="preserve"> </w:t>
            </w:r>
            <w:proofErr w:type="spellStart"/>
            <w:r w:rsidRPr="00943B9A">
              <w:rPr>
                <w:rFonts w:ascii="Poppins" w:hAnsi="Poppins" w:cs="Poppins"/>
                <w:color w:val="00B050"/>
              </w:rPr>
              <w:t>Klett</w:t>
            </w:r>
            <w:proofErr w:type="spellEnd"/>
            <w:r w:rsidRPr="00943B9A">
              <w:rPr>
                <w:rFonts w:ascii="Poppins" w:hAnsi="Poppins" w:cs="Poppins"/>
                <w:color w:val="00B050"/>
              </w:rPr>
              <w:t xml:space="preserve"> 16x2</w:t>
            </w:r>
          </w:p>
          <w:p w14:paraId="00B6402C" w14:textId="77777777" w:rsidR="00C872C7" w:rsidRPr="008E5212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6AC88B75" w14:textId="7E28D70A" w:rsidR="00C872C7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7FCE9DC1" w14:textId="77777777" w:rsidR="00DD3C75" w:rsidRPr="00DD3C75" w:rsidRDefault="00DD3C75" w:rsidP="00DD3C75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</w:p>
          <w:p w14:paraId="2A9AFF8B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174A3610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508D0FE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E52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E5212">
              <w:rPr>
                <w:rFonts w:ascii="Poppins" w:hAnsi="Poppins" w:cs="Poppins"/>
                <w:b/>
                <w:sz w:val="20"/>
              </w:rPr>
              <w:t xml:space="preserve"> – Modello Pannello isolante PE </w:t>
            </w:r>
            <w:proofErr w:type="spellStart"/>
            <w:r w:rsidRPr="008E5212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8E5212">
              <w:rPr>
                <w:rFonts w:ascii="Poppins" w:hAnsi="Poppins" w:cs="Poppins"/>
                <w:b/>
                <w:sz w:val="20"/>
              </w:rPr>
              <w:t xml:space="preserve"> R con tubazione </w:t>
            </w:r>
            <w:proofErr w:type="spellStart"/>
            <w:r w:rsidRPr="008E5212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8E5212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8E5212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8E5212">
              <w:rPr>
                <w:rFonts w:ascii="Poppins" w:hAnsi="Poppins" w:cs="Poppins"/>
                <w:b/>
                <w:sz w:val="20"/>
              </w:rPr>
              <w:t xml:space="preserve"> 16x2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4972B47" w14:textId="77777777" w:rsidR="00C872C7" w:rsidRDefault="00C872C7"/>
    <w:p w14:paraId="643D8046" w14:textId="77777777" w:rsidR="00C872C7" w:rsidRDefault="00C872C7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51498545" w14:textId="77777777" w:rsidTr="00FD02BC">
        <w:tc>
          <w:tcPr>
            <w:tcW w:w="1311" w:type="dxa"/>
          </w:tcPr>
          <w:p w14:paraId="75346AA2" w14:textId="77777777" w:rsidR="00757AC7" w:rsidRPr="008E52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EBB6EB" w14:textId="77777777" w:rsidR="00757AC7" w:rsidRPr="008E52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4BD54F21" w14:textId="77777777" w:rsidR="00757AC7" w:rsidRPr="008E52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E5212" w:rsidRPr="007D21F9" w14:paraId="375211DF" w14:textId="77777777" w:rsidTr="00FD02BC">
        <w:tc>
          <w:tcPr>
            <w:tcW w:w="1311" w:type="dxa"/>
          </w:tcPr>
          <w:p w14:paraId="62596F26" w14:textId="77777777" w:rsidR="008E5212" w:rsidRPr="008E5212" w:rsidRDefault="008E5212" w:rsidP="008E5212">
            <w:pPr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28134286</w:t>
            </w:r>
          </w:p>
        </w:tc>
        <w:tc>
          <w:tcPr>
            <w:tcW w:w="2086" w:type="dxa"/>
          </w:tcPr>
          <w:p w14:paraId="1C09EF35" w14:textId="77777777" w:rsidR="008E5212" w:rsidRPr="008E5212" w:rsidRDefault="008E5212" w:rsidP="008E521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Pannello isolante</w:t>
            </w:r>
          </w:p>
          <w:p w14:paraId="5BB1A295" w14:textId="77777777" w:rsidR="00114E8E" w:rsidRDefault="008E5212" w:rsidP="008E521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 xml:space="preserve">PE </w:t>
            </w:r>
            <w:proofErr w:type="spellStart"/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 xml:space="preserve"> R</w:t>
            </w:r>
          </w:p>
          <w:p w14:paraId="7527BA6E" w14:textId="77777777" w:rsidR="008E5212" w:rsidRDefault="008E5212" w:rsidP="008E521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H6</w:t>
            </w:r>
          </w:p>
          <w:p w14:paraId="442A7508" w14:textId="7544E66E" w:rsidR="00114E8E" w:rsidRPr="008E5212" w:rsidRDefault="00114E8E" w:rsidP="008E521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color w:val="000000" w:themeColor="text1"/>
                <w:sz w:val="20"/>
              </w:rPr>
              <w:t>(Conf. 20 m2)</w:t>
            </w:r>
          </w:p>
        </w:tc>
        <w:tc>
          <w:tcPr>
            <w:tcW w:w="6101" w:type="dxa"/>
          </w:tcPr>
          <w:p w14:paraId="2BD89743" w14:textId="77777777" w:rsid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Pannello in PE espanso con base adesiva, certificato come da Regolamento (UE) N.305/2011.</w:t>
            </w:r>
          </w:p>
          <w:p w14:paraId="6CD76DDA" w14:textId="77777777" w:rsidR="00404E4B" w:rsidRPr="008E5212" w:rsidRDefault="00404E4B" w:rsidP="008E521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2FB9A3" w14:textId="77777777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4F162F4" w14:textId="23A85EED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Rigidità dinamica: &lt;210 MN/m</w:t>
            </w:r>
            <w:r w:rsidR="00CF013E">
              <w:rPr>
                <w:rFonts w:ascii="Poppins" w:hAnsi="Poppins" w:cs="Poppins"/>
                <w:sz w:val="20"/>
              </w:rPr>
              <w:t>3</w:t>
            </w:r>
            <w:r w:rsidRPr="008E5212">
              <w:rPr>
                <w:rFonts w:ascii="Poppins" w:hAnsi="Poppins" w:cs="Poppins"/>
                <w:sz w:val="20"/>
                <w:vertAlign w:val="superscript"/>
              </w:rPr>
              <w:t xml:space="preserve"> </w:t>
            </w:r>
            <w:r w:rsidRPr="008E5212">
              <w:rPr>
                <w:rFonts w:ascii="Poppins" w:hAnsi="Poppins" w:cs="Poppins"/>
                <w:sz w:val="20"/>
              </w:rPr>
              <w:t>(EN 29052-1)</w:t>
            </w:r>
          </w:p>
          <w:p w14:paraId="4B6E0215" w14:textId="77777777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 xml:space="preserve">Comprimibilità: </w:t>
            </w:r>
            <w:r w:rsidRPr="008E5212">
              <w:rPr>
                <w:rFonts w:ascii="Poppins" w:hAnsi="Poppins" w:cs="Poppins"/>
                <w:sz w:val="20"/>
              </w:rPr>
              <w:sym w:font="Symbol" w:char="F0A3"/>
            </w:r>
            <w:r w:rsidRPr="008E5212">
              <w:rPr>
                <w:rFonts w:ascii="Poppins" w:hAnsi="Poppins" w:cs="Poppins"/>
                <w:sz w:val="20"/>
              </w:rPr>
              <w:t xml:space="preserve"> 2 mm/ CP2 (EN 12431)</w:t>
            </w:r>
          </w:p>
          <w:p w14:paraId="5652B87E" w14:textId="3F62919A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Resistenza termica RD 0</w:t>
            </w:r>
            <w:r w:rsidR="00114E8E">
              <w:rPr>
                <w:rFonts w:ascii="Poppins" w:hAnsi="Poppins" w:cs="Poppins"/>
                <w:sz w:val="20"/>
              </w:rPr>
              <w:t>,</w:t>
            </w:r>
            <w:r w:rsidRPr="008E5212">
              <w:rPr>
                <w:rFonts w:ascii="Poppins" w:hAnsi="Poppins" w:cs="Poppins"/>
                <w:sz w:val="20"/>
              </w:rPr>
              <w:t>1 m</w:t>
            </w:r>
            <w:r w:rsidR="00CF013E">
              <w:rPr>
                <w:rFonts w:ascii="Poppins" w:hAnsi="Poppins" w:cs="Poppins"/>
                <w:sz w:val="20"/>
              </w:rPr>
              <w:t>2</w:t>
            </w:r>
            <w:r w:rsidRPr="008E5212">
              <w:rPr>
                <w:rFonts w:ascii="Poppins" w:hAnsi="Poppins" w:cs="Poppins"/>
                <w:sz w:val="20"/>
              </w:rPr>
              <w:t>K/W, spessore lastra 6 mm</w:t>
            </w:r>
          </w:p>
          <w:p w14:paraId="3E7CA3F2" w14:textId="77777777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Dimensioni: 20000 x 1000 x 6 mm</w:t>
            </w:r>
          </w:p>
          <w:p w14:paraId="4EAA6383" w14:textId="213A9BF0" w:rsid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Confezione da: 20 m</w:t>
            </w:r>
            <w:r w:rsidR="00CF013E">
              <w:rPr>
                <w:rFonts w:ascii="Poppins" w:hAnsi="Poppins" w:cs="Poppins"/>
                <w:sz w:val="20"/>
              </w:rPr>
              <w:t>2</w:t>
            </w:r>
            <w:r w:rsidRPr="008E5212">
              <w:rPr>
                <w:rFonts w:ascii="Poppins" w:hAnsi="Poppins" w:cs="Poppins"/>
                <w:sz w:val="20"/>
              </w:rPr>
              <w:t>.</w:t>
            </w:r>
          </w:p>
          <w:p w14:paraId="1F403579" w14:textId="77777777" w:rsidR="00B8125F" w:rsidRPr="008E5212" w:rsidRDefault="00B8125F" w:rsidP="008E521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9B8884E" w14:textId="7C5E6F6A" w:rsidR="008E5212" w:rsidRPr="00B8125F" w:rsidRDefault="008E5212" w:rsidP="008E5212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 xml:space="preserve">Marca </w:t>
            </w:r>
            <w:r w:rsidR="0060514D">
              <w:rPr>
                <w:rFonts w:ascii="Poppins" w:hAnsi="Poppins" w:cs="Poppins"/>
                <w:b/>
                <w:sz w:val="20"/>
                <w:lang w:val="pt-BR"/>
              </w:rPr>
              <w:t>Emmeti</w:t>
            </w:r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 xml:space="preserve"> – </w:t>
            </w:r>
            <w:proofErr w:type="spellStart"/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>Modello</w:t>
            </w:r>
            <w:proofErr w:type="spellEnd"/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proofErr w:type="spellStart"/>
            <w:r w:rsidR="00404E4B">
              <w:rPr>
                <w:rFonts w:ascii="Poppins" w:hAnsi="Poppins" w:cs="Poppins"/>
                <w:b/>
                <w:sz w:val="20"/>
                <w:lang w:val="pt-BR"/>
              </w:rPr>
              <w:t>Pannello</w:t>
            </w:r>
            <w:proofErr w:type="spellEnd"/>
            <w:r w:rsidR="00404E4B">
              <w:rPr>
                <w:rFonts w:ascii="Poppins" w:hAnsi="Poppins" w:cs="Poppins"/>
                <w:b/>
                <w:sz w:val="20"/>
                <w:lang w:val="pt-BR"/>
              </w:rPr>
              <w:t xml:space="preserve"> isolante </w:t>
            </w:r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 xml:space="preserve">PE </w:t>
            </w:r>
            <w:proofErr w:type="spellStart"/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>Klettjet</w:t>
            </w:r>
            <w:proofErr w:type="spellEnd"/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 xml:space="preserve"> R H6 </w:t>
            </w:r>
            <w:r w:rsidR="00114E8E" w:rsidRPr="00114E8E">
              <w:rPr>
                <w:rFonts w:ascii="Poppins" w:hAnsi="Poppins" w:cs="Poppins"/>
                <w:b/>
                <w:sz w:val="20"/>
                <w:lang w:val="pt-BR"/>
              </w:rPr>
              <w:t>(Conf. 20 m2)</w:t>
            </w:r>
            <w:r w:rsidR="00114E8E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>o equivalente</w:t>
            </w:r>
            <w:r w:rsidR="00B8125F">
              <w:rPr>
                <w:rFonts w:ascii="Poppins" w:hAnsi="Poppins" w:cs="Poppins"/>
                <w:b/>
                <w:sz w:val="20"/>
                <w:lang w:val="pt-BR"/>
              </w:rPr>
              <w:t>.</w:t>
            </w:r>
          </w:p>
        </w:tc>
      </w:tr>
      <w:tr w:rsidR="00797B6A" w:rsidRPr="004C6F17" w14:paraId="600660FD" w14:textId="77777777" w:rsidTr="00FD02BC">
        <w:tc>
          <w:tcPr>
            <w:tcW w:w="1311" w:type="dxa"/>
          </w:tcPr>
          <w:p w14:paraId="62846376" w14:textId="7D04620B" w:rsidR="00797B6A" w:rsidRPr="008E5212" w:rsidRDefault="00797B6A" w:rsidP="00797B6A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28141830</w:t>
            </w:r>
          </w:p>
        </w:tc>
        <w:tc>
          <w:tcPr>
            <w:tcW w:w="2086" w:type="dxa"/>
          </w:tcPr>
          <w:p w14:paraId="1BAB1ABF" w14:textId="77777777" w:rsidR="00797B6A" w:rsidRPr="001A5581" w:rsidRDefault="00797B6A" w:rsidP="00797B6A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Tubazione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76B67807" w14:textId="0E2DD6A0" w:rsidR="00797B6A" w:rsidRPr="008E5212" w:rsidRDefault="00797B6A" w:rsidP="00797B6A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L=240 m</w:t>
            </w:r>
          </w:p>
        </w:tc>
        <w:tc>
          <w:tcPr>
            <w:tcW w:w="6101" w:type="dxa"/>
          </w:tcPr>
          <w:p w14:paraId="0B2E4F7C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Tubo in multistrato composto in polietilene media densità, reticolato con sistema elettronico, conforme alla norma UNI EN ISO 21003 e DIN CERTCO 3V367.</w:t>
            </w:r>
          </w:p>
          <w:p w14:paraId="0AABFBFA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EE5494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C2F726F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Classi applicative (UNI EN ISO 21003): 4/6 bar, 5/6 bar</w:t>
            </w:r>
          </w:p>
          <w:p w14:paraId="1345B670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1A5581">
              <w:rPr>
                <w:rFonts w:ascii="Poppins" w:hAnsi="Poppins" w:cs="Poppins"/>
              </w:rPr>
              <w:t>Mk</w:t>
            </w:r>
            <w:proofErr w:type="spellEnd"/>
            <w:r w:rsidRPr="001A5581">
              <w:rPr>
                <w:rFonts w:ascii="Poppins" w:hAnsi="Poppins" w:cs="Poppins"/>
              </w:rPr>
              <w:t>)</w:t>
            </w:r>
          </w:p>
          <w:p w14:paraId="7474B44D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Lunghezza rotolo: 240 m</w:t>
            </w:r>
          </w:p>
          <w:p w14:paraId="3C35E5D2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10C946" w14:textId="7ABE8479" w:rsidR="00797B6A" w:rsidRPr="008E5212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L=240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97B6A" w:rsidRPr="004C6F17" w14:paraId="78B5F369" w14:textId="77777777" w:rsidTr="00FD02BC">
        <w:tc>
          <w:tcPr>
            <w:tcW w:w="1311" w:type="dxa"/>
          </w:tcPr>
          <w:p w14:paraId="6FC3AC97" w14:textId="17CB50D2" w:rsidR="00797B6A" w:rsidRPr="008E5212" w:rsidRDefault="00797B6A" w:rsidP="00797B6A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28141832</w:t>
            </w:r>
          </w:p>
        </w:tc>
        <w:tc>
          <w:tcPr>
            <w:tcW w:w="2086" w:type="dxa"/>
          </w:tcPr>
          <w:p w14:paraId="0091A828" w14:textId="77777777" w:rsidR="00797B6A" w:rsidRPr="001A5581" w:rsidRDefault="00797B6A" w:rsidP="00797B6A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Tubazione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4709ADB9" w14:textId="6EECB4E9" w:rsidR="00797B6A" w:rsidRPr="008E5212" w:rsidRDefault="00797B6A" w:rsidP="00797B6A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L=600 m</w:t>
            </w:r>
          </w:p>
        </w:tc>
        <w:tc>
          <w:tcPr>
            <w:tcW w:w="6101" w:type="dxa"/>
          </w:tcPr>
          <w:p w14:paraId="39CFFD6B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Tubo in multistrato composto in polietilene media densità, reticolato con sistema elettronico, conforme alla norma UNI EN ISO 21003 e DIN CERTCO 3V367.</w:t>
            </w:r>
          </w:p>
          <w:p w14:paraId="7B39CBEE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517666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7381A86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Classi applicative (UNI EN ISO 21003): 4/6 bar, 5/6 bar</w:t>
            </w:r>
          </w:p>
          <w:p w14:paraId="5E5E36B5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1A5581">
              <w:rPr>
                <w:rFonts w:ascii="Poppins" w:hAnsi="Poppins" w:cs="Poppins"/>
              </w:rPr>
              <w:t>Mk</w:t>
            </w:r>
            <w:proofErr w:type="spellEnd"/>
            <w:r w:rsidRPr="001A5581">
              <w:rPr>
                <w:rFonts w:ascii="Poppins" w:hAnsi="Poppins" w:cs="Poppins"/>
              </w:rPr>
              <w:t>)</w:t>
            </w:r>
          </w:p>
          <w:p w14:paraId="5F65A827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Lunghezza rotolo: 600 m</w:t>
            </w:r>
          </w:p>
          <w:p w14:paraId="59F0B74F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D38C31" w14:textId="02B5350F" w:rsidR="00797B6A" w:rsidRPr="008E5212" w:rsidRDefault="00797B6A" w:rsidP="00797B6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L=600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E8E" w:rsidRPr="004C6F17" w14:paraId="527C85B6" w14:textId="77777777" w:rsidTr="00FD02BC">
        <w:tc>
          <w:tcPr>
            <w:tcW w:w="1311" w:type="dxa"/>
          </w:tcPr>
          <w:p w14:paraId="13485FE3" w14:textId="08449F4D" w:rsidR="00114E8E" w:rsidRPr="001A5581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28110118</w:t>
            </w:r>
          </w:p>
        </w:tc>
        <w:tc>
          <w:tcPr>
            <w:tcW w:w="2086" w:type="dxa"/>
          </w:tcPr>
          <w:p w14:paraId="5304BB8B" w14:textId="77777777" w:rsidR="00114E8E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Tenuta monoblocco 24x19 per tubi PE-X, PE-RT, PP e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5A9346DA" w14:textId="779BB815" w:rsidR="00114E8E" w:rsidRPr="001A5581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16 x 2</w:t>
            </w:r>
          </w:p>
        </w:tc>
        <w:tc>
          <w:tcPr>
            <w:tcW w:w="6101" w:type="dxa"/>
          </w:tcPr>
          <w:p w14:paraId="7B873E70" w14:textId="77777777" w:rsidR="00114E8E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Tenuta monoblocco 24x19 per tubi in plastica PE-X, PE-RT, PP e </w:t>
            </w:r>
            <w:proofErr w:type="spellStart"/>
            <w:r>
              <w:rPr>
                <w:rFonts w:ascii="Poppins" w:hAnsi="Poppins" w:cs="Poppins"/>
                <w:sz w:val="20"/>
              </w:rPr>
              <w:t>PexPenta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>
              <w:rPr>
                <w:rFonts w:ascii="Poppins" w:hAnsi="Poppins" w:cs="Poppins"/>
                <w:sz w:val="20"/>
              </w:rPr>
              <w:t>Klett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16x2 con o-ring.</w:t>
            </w:r>
          </w:p>
          <w:p w14:paraId="0E73368B" w14:textId="77777777" w:rsidR="00114E8E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001CAE" w14:textId="77777777" w:rsidR="00114E8E" w:rsidRPr="00E76C19" w:rsidRDefault="00114E8E" w:rsidP="00114E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76C1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059232B" w14:textId="77777777" w:rsidR="00114E8E" w:rsidRPr="00E76C19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Dado: ottone ST UNI EN 12165 CW617N</w:t>
            </w:r>
          </w:p>
          <w:p w14:paraId="16A6E817" w14:textId="77777777" w:rsidR="00114E8E" w:rsidRPr="00E76C19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Adattatore: UNI EN 12164 CW617N</w:t>
            </w:r>
          </w:p>
          <w:p w14:paraId="1C226810" w14:textId="77777777" w:rsidR="00114E8E" w:rsidRPr="00E76C19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Ogiva dentata: ottone TN UNI EN 12164 CW617N</w:t>
            </w:r>
          </w:p>
          <w:p w14:paraId="6EFF0002" w14:textId="77777777" w:rsidR="00114E8E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O-ring di tenuta: EPDM</w:t>
            </w:r>
          </w:p>
          <w:p w14:paraId="47B03088" w14:textId="77777777" w:rsidR="00114E8E" w:rsidRPr="00C92ECA" w:rsidRDefault="00114E8E" w:rsidP="00114E8E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4D42A926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15FE52F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Filettatura: 24x19</w:t>
            </w:r>
          </w:p>
          <w:p w14:paraId="26E7EF67" w14:textId="77777777" w:rsidR="00114E8E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120CA9" w14:textId="2AD80628" w:rsidR="00114E8E" w:rsidRPr="001A5581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CF15CB">
              <w:rPr>
                <w:rFonts w:ascii="Poppins" w:hAnsi="Poppins" w:cs="Poppins"/>
                <w:b/>
                <w:sz w:val="20"/>
              </w:rPr>
              <w:t xml:space="preserve">Tenuta monoblocco 24x19 per tubi PE-X, PE-RT, PP e </w:t>
            </w:r>
            <w:proofErr w:type="spellStart"/>
            <w:r w:rsidRPr="00CF15CB">
              <w:rPr>
                <w:rFonts w:ascii="Poppins" w:hAnsi="Poppins" w:cs="Poppins"/>
                <w:b/>
                <w:sz w:val="20"/>
              </w:rPr>
              <w:t>P</w:t>
            </w:r>
            <w:r>
              <w:rPr>
                <w:rFonts w:ascii="Poppins" w:hAnsi="Poppins" w:cs="Poppins"/>
                <w:b/>
                <w:sz w:val="20"/>
              </w:rPr>
              <w:t>e</w:t>
            </w:r>
            <w:r w:rsidRPr="00CF15CB">
              <w:rPr>
                <w:rFonts w:ascii="Poppins" w:hAnsi="Poppins" w:cs="Poppins"/>
                <w:b/>
                <w:sz w:val="20"/>
              </w:rPr>
              <w:t>xPenta</w:t>
            </w:r>
            <w:proofErr w:type="spellEnd"/>
            <w:r w:rsidRPr="00CF15CB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CF15CB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CF15CB">
              <w:rPr>
                <w:rFonts w:ascii="Poppins" w:hAnsi="Poppins" w:cs="Poppins"/>
                <w:b/>
                <w:sz w:val="20"/>
              </w:rPr>
              <w:t xml:space="preserve"> 16 x 2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A5581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E8E" w:rsidRPr="004C6F17" w14:paraId="0773CE3C" w14:textId="77777777" w:rsidTr="00FD02BC">
        <w:tc>
          <w:tcPr>
            <w:tcW w:w="1311" w:type="dxa"/>
          </w:tcPr>
          <w:p w14:paraId="77480B83" w14:textId="527970F3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28110606</w:t>
            </w:r>
          </w:p>
        </w:tc>
        <w:tc>
          <w:tcPr>
            <w:tcW w:w="2086" w:type="dxa"/>
          </w:tcPr>
          <w:p w14:paraId="4409C0BA" w14:textId="77777777" w:rsidR="00114E8E" w:rsidRPr="007605EB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Tenuta Monoblocco 2.0 </w:t>
            </w: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lastRenderedPageBreak/>
              <w:t xml:space="preserve">3/4"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Eurocono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per tubo multistrato, PE-X, PE-RT e</w:t>
            </w:r>
          </w:p>
          <w:p w14:paraId="45337CB5" w14:textId="77777777" w:rsidR="00114E8E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5839F8E9" w14:textId="6343FD20" w:rsidR="00114E8E" w:rsidRPr="008E5212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16 x 2</w:t>
            </w:r>
          </w:p>
        </w:tc>
        <w:tc>
          <w:tcPr>
            <w:tcW w:w="6101" w:type="dxa"/>
          </w:tcPr>
          <w:p w14:paraId="75B16B92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986B62">
              <w:rPr>
                <w:rFonts w:ascii="Poppins" w:hAnsi="Poppins" w:cs="Poppins"/>
                <w:sz w:val="20"/>
              </w:rPr>
              <w:lastRenderedPageBreak/>
              <w:t>Tenuta Monoblocco 2.0 nichelata per tubazioni multistrato, PE-X, PE-RT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986B62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sz w:val="20"/>
              </w:rPr>
              <w:t>Klett</w:t>
            </w:r>
            <w:proofErr w:type="spellEnd"/>
            <w:r w:rsidRPr="00986B62">
              <w:rPr>
                <w:rFonts w:ascii="Poppins" w:hAnsi="Poppins" w:cs="Poppins"/>
                <w:sz w:val="20"/>
              </w:rPr>
              <w:t xml:space="preserve"> 16x2 con o-ring.</w:t>
            </w:r>
          </w:p>
          <w:p w14:paraId="3278B0A8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1DF72B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7A01A2B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Dado: ottone UNI EN 12165 CW617N</w:t>
            </w:r>
          </w:p>
          <w:p w14:paraId="4418AC87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Ghiere interne: ottone UNI EN 12164 CW617N</w:t>
            </w:r>
          </w:p>
          <w:p w14:paraId="019F86C5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Rondella: PTFE</w:t>
            </w:r>
          </w:p>
          <w:p w14:paraId="6001F13B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Ogiva dentata: ottone UNI EN 12164 CW617N</w:t>
            </w:r>
          </w:p>
          <w:p w14:paraId="45905115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O-ring di tenuta: EPDM</w:t>
            </w:r>
          </w:p>
          <w:p w14:paraId="4C83601B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0ABE9A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23F0F23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 xml:space="preserve">Filettatura: 3/4" </w:t>
            </w:r>
            <w:proofErr w:type="spellStart"/>
            <w:r w:rsidRPr="00C92ECA">
              <w:rPr>
                <w:rFonts w:ascii="Poppins" w:hAnsi="Poppins" w:cs="Poppins"/>
              </w:rPr>
              <w:t>Eurocono</w:t>
            </w:r>
            <w:proofErr w:type="spellEnd"/>
          </w:p>
          <w:p w14:paraId="6834687C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475424" w14:textId="3D9954C8" w:rsidR="00114E8E" w:rsidRPr="008E5212" w:rsidRDefault="00114E8E" w:rsidP="00114E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Marca Emmeti – Modello Tenuta Monoblocco 2.0 3/4"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per tubo multistrato, PE-X, PE-RT e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PexPenta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Klett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16 x 2 o equivalente.</w:t>
            </w:r>
          </w:p>
        </w:tc>
      </w:tr>
      <w:tr w:rsidR="00BF2D22" w:rsidRPr="004C6F17" w14:paraId="7D1A1E67" w14:textId="77777777" w:rsidTr="00FD02BC">
        <w:tc>
          <w:tcPr>
            <w:tcW w:w="1311" w:type="dxa"/>
          </w:tcPr>
          <w:p w14:paraId="00BB8FAB" w14:textId="744FDFBB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28134290</w:t>
            </w:r>
          </w:p>
        </w:tc>
        <w:tc>
          <w:tcPr>
            <w:tcW w:w="2086" w:type="dxa"/>
          </w:tcPr>
          <w:p w14:paraId="36834B9E" w14:textId="386D7589" w:rsidR="00BF2D22" w:rsidRPr="008E5212" w:rsidRDefault="00BF2D22" w:rsidP="00BF2D2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Nastro 50 mm</w:t>
            </w:r>
          </w:p>
        </w:tc>
        <w:tc>
          <w:tcPr>
            <w:tcW w:w="6101" w:type="dxa"/>
          </w:tcPr>
          <w:p w14:paraId="51E578E3" w14:textId="77777777" w:rsidR="00BF2D2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Nastro adesivo per giunzione pannelli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>.</w:t>
            </w:r>
          </w:p>
          <w:p w14:paraId="6B5B85F6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2F24FB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Misura: 50 mm x 100 m</w:t>
            </w:r>
          </w:p>
          <w:p w14:paraId="78AA7956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EB6279B" w14:textId="3EFDD55F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Nastro 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4C6F17" w14:paraId="3CF1371B" w14:textId="77777777" w:rsidTr="00FD02BC">
        <w:tc>
          <w:tcPr>
            <w:tcW w:w="1311" w:type="dxa"/>
          </w:tcPr>
          <w:p w14:paraId="6E0D3EFD" w14:textId="41BC729B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28134294</w:t>
            </w:r>
          </w:p>
        </w:tc>
        <w:tc>
          <w:tcPr>
            <w:tcW w:w="2086" w:type="dxa"/>
          </w:tcPr>
          <w:p w14:paraId="0D366D91" w14:textId="1DBE040C" w:rsidR="00BF2D22" w:rsidRPr="008E5212" w:rsidRDefault="00BF2D22" w:rsidP="00BF2D2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per nastro </w:t>
            </w:r>
          </w:p>
        </w:tc>
        <w:tc>
          <w:tcPr>
            <w:tcW w:w="6101" w:type="dxa"/>
          </w:tcPr>
          <w:p w14:paraId="382D8ADC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1A5581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per nastro adesivo per pannelli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Klettjet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4634EB38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DED729" w14:textId="7730A040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per nastro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F4606B" w14:paraId="2ABC6806" w14:textId="77777777" w:rsidTr="00FD02BC">
        <w:tc>
          <w:tcPr>
            <w:tcW w:w="1311" w:type="dxa"/>
          </w:tcPr>
          <w:p w14:paraId="0CDBE047" w14:textId="29639F5F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28134296</w:t>
            </w:r>
          </w:p>
        </w:tc>
        <w:tc>
          <w:tcPr>
            <w:tcW w:w="2086" w:type="dxa"/>
          </w:tcPr>
          <w:p w14:paraId="6A37B29F" w14:textId="21AB7317" w:rsidR="00BF2D22" w:rsidRPr="008E5212" w:rsidRDefault="00BF2D22" w:rsidP="00BF2D2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Sostegno tubo</w:t>
            </w:r>
          </w:p>
        </w:tc>
        <w:tc>
          <w:tcPr>
            <w:tcW w:w="6101" w:type="dxa"/>
          </w:tcPr>
          <w:p w14:paraId="29AA0F69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Sostegno per tubazione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7C1DF1E7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D54B73" w14:textId="23D6250E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Sostegno tubo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F4606B" w14:paraId="51D8997E" w14:textId="77777777" w:rsidTr="00FD02BC">
        <w:tc>
          <w:tcPr>
            <w:tcW w:w="1311" w:type="dxa"/>
          </w:tcPr>
          <w:p w14:paraId="18EF81BA" w14:textId="79B189CF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28134299</w:t>
            </w:r>
          </w:p>
        </w:tc>
        <w:tc>
          <w:tcPr>
            <w:tcW w:w="2086" w:type="dxa"/>
          </w:tcPr>
          <w:p w14:paraId="3750845A" w14:textId="569B7799" w:rsidR="00BF2D22" w:rsidRPr="008E5212" w:rsidRDefault="00BF2D22" w:rsidP="00BF2D2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Guanti tubo</w:t>
            </w:r>
          </w:p>
        </w:tc>
        <w:tc>
          <w:tcPr>
            <w:tcW w:w="6101" w:type="dxa"/>
          </w:tcPr>
          <w:p w14:paraId="57639177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Guanti per la posa della tubazione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>.</w:t>
            </w:r>
          </w:p>
          <w:p w14:paraId="21D061B1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F5B2C9" w14:textId="52408683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Guanti tubo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F4606B" w14:paraId="504CCF6C" w14:textId="77777777" w:rsidTr="00FD02BC">
        <w:tc>
          <w:tcPr>
            <w:tcW w:w="1311" w:type="dxa"/>
          </w:tcPr>
          <w:p w14:paraId="7D8553C2" w14:textId="795E9728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3CD9D011" w14:textId="77777777" w:rsidR="00BF2D2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1DB5208E" w14:textId="0B1003CE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3195C5E6" w14:textId="77777777" w:rsidR="00BF2D2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9D5CEFD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729B5B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19BEF9AE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4E7D595C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692F6B" w14:textId="39D9ED66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9230EA" w14:paraId="49C2974C" w14:textId="77777777" w:rsidTr="00FD02BC">
        <w:tc>
          <w:tcPr>
            <w:tcW w:w="1311" w:type="dxa"/>
          </w:tcPr>
          <w:p w14:paraId="2DBE3AE0" w14:textId="415CF655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2662FF82" w14:textId="77777777" w:rsidR="00BF2D2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F52208A" w14:textId="3EF0F5E5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13E0E065" w14:textId="77777777" w:rsidR="00BF2D2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350D460E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4545E0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51968475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16644D6E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3531C1" w14:textId="20FB2F08" w:rsidR="00BF2D22" w:rsidRPr="008E5212" w:rsidRDefault="00BF2D22" w:rsidP="00BF2D2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1B56" w:rsidRPr="00170AD8" w14:paraId="185C5AC2" w14:textId="77777777" w:rsidTr="00FD02BC">
        <w:tc>
          <w:tcPr>
            <w:tcW w:w="1311" w:type="dxa"/>
          </w:tcPr>
          <w:p w14:paraId="493324D0" w14:textId="430DD38B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04794B13" w14:textId="77777777" w:rsidR="00C81B56" w:rsidRPr="00F12594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182EE621" w14:textId="77777777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2946060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1422A80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65525B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154F71" w14:textId="77777777" w:rsidR="00C81B56" w:rsidRPr="00F73AD4" w:rsidRDefault="00C81B56" w:rsidP="00C81B5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095688F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6ED90CDD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17CF6F1A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0BE5F2D1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0FA10283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2EEA131D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A05150" w14:textId="64EC09DD" w:rsidR="00C81B56" w:rsidRPr="008E5212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C81B56" w:rsidRPr="007E118F" w14:paraId="32D0B253" w14:textId="77777777" w:rsidTr="00FD02BC">
        <w:tc>
          <w:tcPr>
            <w:tcW w:w="1311" w:type="dxa"/>
          </w:tcPr>
          <w:p w14:paraId="2A127F26" w14:textId="05A0B9E3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0207E082" w14:textId="77777777" w:rsidR="00C81B56" w:rsidRPr="00F12594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1E5794F5" w14:textId="77777777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321D940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049839A6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5EE8597D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2BDF57E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7F9787" w14:textId="77777777" w:rsidR="00C81B56" w:rsidRPr="00F85508" w:rsidRDefault="00C81B56" w:rsidP="00C81B5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5E4C4B9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145BCD45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20DE7E4D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12A00639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201B7FAB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59FD771F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A576F0" w14:textId="6BCFBC59" w:rsidR="00C81B56" w:rsidRPr="008E5212" w:rsidRDefault="00C81B56" w:rsidP="00C81B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1B56" w:rsidRPr="00170AD8" w14:paraId="2AEA9837" w14:textId="77777777" w:rsidTr="00FD02BC">
        <w:tc>
          <w:tcPr>
            <w:tcW w:w="1311" w:type="dxa"/>
          </w:tcPr>
          <w:p w14:paraId="0B55EB87" w14:textId="1FF94603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</w:tcPr>
          <w:p w14:paraId="3FE4F0FF" w14:textId="77777777" w:rsidR="00C81B56" w:rsidRPr="00F12594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04E0E7AA" w14:textId="4CFE2E45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4F3EBB3B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34A1ACB6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6B99A2" w14:textId="77777777" w:rsidR="00C81B56" w:rsidRPr="00265BF1" w:rsidRDefault="00C81B56" w:rsidP="00C81B5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FF1BBAF" w14:textId="77777777" w:rsidR="00C81B56" w:rsidRPr="00265BF1" w:rsidRDefault="00C81B56" w:rsidP="00C81B56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27BA0EA1" w14:textId="77777777" w:rsidR="00C81B56" w:rsidRPr="00265BF1" w:rsidRDefault="00C81B56" w:rsidP="00C81B56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27CFF940" w14:textId="77777777" w:rsidR="00C81B56" w:rsidRPr="00265BF1" w:rsidRDefault="00C81B56" w:rsidP="00C81B56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7099E004" w14:textId="77777777" w:rsidR="00C81B56" w:rsidRPr="00265BF1" w:rsidRDefault="00C81B56" w:rsidP="00C81B56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5A33FC80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5CE5D8" w14:textId="176AAEDE" w:rsidR="00C81B56" w:rsidRPr="008E5212" w:rsidRDefault="00C81B56" w:rsidP="00C81B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1B56" w14:paraId="01FF1323" w14:textId="77777777" w:rsidTr="00FD02BC">
        <w:tc>
          <w:tcPr>
            <w:tcW w:w="1311" w:type="dxa"/>
          </w:tcPr>
          <w:p w14:paraId="04DE3C7E" w14:textId="454EAD7A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76620127" w14:textId="77777777" w:rsidR="00C81B56" w:rsidRPr="00F12594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28D31B39" w14:textId="77777777" w:rsidR="00C81B56" w:rsidRPr="00F12594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6C0E0663" w14:textId="77777777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8F8FB5E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72CFFB78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EF1EE2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03809A59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7ADFE6D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2949C0" w14:textId="6906A158" w:rsidR="00C81B56" w:rsidRPr="008E5212" w:rsidRDefault="00C81B56" w:rsidP="00C81B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2DC41902" w14:textId="77777777" w:rsidTr="00FD02BC">
        <w:tc>
          <w:tcPr>
            <w:tcW w:w="1311" w:type="dxa"/>
          </w:tcPr>
          <w:p w14:paraId="318DC4A9" w14:textId="4DE077C9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376046F7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038F4F9F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6AC8624B" w14:textId="77777777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AEA029A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2E72B067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E62CF9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1957FFDC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5FFF65A0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EC56A0" w14:textId="63EA9423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1AB617F8" w14:textId="77777777" w:rsidTr="00FD02BC">
        <w:tc>
          <w:tcPr>
            <w:tcW w:w="1311" w:type="dxa"/>
          </w:tcPr>
          <w:p w14:paraId="5700363F" w14:textId="2F1BA0BC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51F2088A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4D3E7178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32106F09" w14:textId="77777777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9CC9232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58113798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8E9B3C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24E61E8C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2B2E9ADB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7D230A" w14:textId="35F78DAA" w:rsidR="00AA01CE" w:rsidRPr="008E5212" w:rsidRDefault="00AA01CE" w:rsidP="00AA01C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3D25FC48" w14:textId="77777777" w:rsidTr="00FD02BC">
        <w:tc>
          <w:tcPr>
            <w:tcW w:w="1311" w:type="dxa"/>
          </w:tcPr>
          <w:p w14:paraId="56C236B2" w14:textId="7BCA92EB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25733417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4FA20D6D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6A0C9161" w14:textId="77777777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96F60DE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30E3DE7F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DB6A4E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6C8A06B4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06301577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E18131" w14:textId="7DB42342" w:rsidR="00AA01CE" w:rsidRPr="008E5212" w:rsidRDefault="00AA01CE" w:rsidP="00AA01C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E8E" w14:paraId="5C937EB2" w14:textId="77777777" w:rsidTr="00FD02BC">
        <w:tc>
          <w:tcPr>
            <w:tcW w:w="1311" w:type="dxa"/>
          </w:tcPr>
          <w:p w14:paraId="754C3AEF" w14:textId="34BA3FBC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28134464</w:t>
            </w:r>
          </w:p>
        </w:tc>
        <w:tc>
          <w:tcPr>
            <w:tcW w:w="2086" w:type="dxa"/>
          </w:tcPr>
          <w:p w14:paraId="087DC86E" w14:textId="785F2C97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594A6F25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1796CE50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0F758DCF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0C7D06C" w14:textId="2BCE0143" w:rsidR="00114E8E" w:rsidRPr="008E5212" w:rsidRDefault="00114E8E" w:rsidP="00114E8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5EF6EFA3" w14:textId="77777777" w:rsidTr="00FD02BC">
        <w:tc>
          <w:tcPr>
            <w:tcW w:w="1311" w:type="dxa"/>
          </w:tcPr>
          <w:p w14:paraId="07CEAE8B" w14:textId="3639879F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2A20C9FA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46F14F4A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327BB10F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4E446ADC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1F0AB642" w14:textId="58149EE6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30ABA4E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D9A276A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E6E89E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1E76F0CF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5400EEF8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42DC7BA8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FEB872" w14:textId="1F80B486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502ED4BE" w14:textId="77777777" w:rsidTr="00FD02BC">
        <w:tc>
          <w:tcPr>
            <w:tcW w:w="1311" w:type="dxa"/>
          </w:tcPr>
          <w:p w14:paraId="21706D19" w14:textId="639689EE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3DA65E1D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32756424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5C8F783E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0704C116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5C70254F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71162A47" w14:textId="21365D4F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8DC4E32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6B081DF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731A35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76C1470E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6FCFE230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15254041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D85B2E" w14:textId="511EB7FB" w:rsidR="00AA01CE" w:rsidRPr="008E5212" w:rsidRDefault="00AA01CE" w:rsidP="00AA01C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7A4BFEF0" w14:textId="77777777" w:rsidTr="00FD02BC">
        <w:tc>
          <w:tcPr>
            <w:tcW w:w="1311" w:type="dxa"/>
          </w:tcPr>
          <w:p w14:paraId="2FA45F7B" w14:textId="6422A0DF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5570B9D8" w14:textId="1F827BB5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3A34D6B1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1D11DB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42B1F6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4FB1F512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7913910C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7EB06D92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51686FC0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751FA5" w14:textId="2E940061" w:rsidR="00AA01CE" w:rsidRPr="008E5212" w:rsidRDefault="00AA01CE" w:rsidP="00AA01C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77408E35" w14:textId="77777777" w:rsidTr="00FD02BC">
        <w:tc>
          <w:tcPr>
            <w:tcW w:w="1311" w:type="dxa"/>
          </w:tcPr>
          <w:p w14:paraId="50804315" w14:textId="565C9C50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21BD95A9" w14:textId="39E595EF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53E2EF79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4409D59D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4854CE03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78702B18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32280A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5936C5E6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2552E03A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7770C91D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6E946A" w14:textId="3CE058A5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5A1F11B1" w14:textId="77777777" w:rsidTr="00FD02BC">
        <w:tc>
          <w:tcPr>
            <w:tcW w:w="1311" w:type="dxa"/>
          </w:tcPr>
          <w:p w14:paraId="029C7015" w14:textId="1D846E94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28130037</w:t>
            </w:r>
          </w:p>
        </w:tc>
        <w:tc>
          <w:tcPr>
            <w:tcW w:w="2086" w:type="dxa"/>
          </w:tcPr>
          <w:p w14:paraId="46848D9A" w14:textId="27EAFC1D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4FF9F81B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3B00271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5A92B3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77BABB36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ED8549" w14:textId="51ACECD2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6F08ACDF" w14:textId="77777777" w:rsidTr="00FD02BC">
        <w:tc>
          <w:tcPr>
            <w:tcW w:w="1311" w:type="dxa"/>
          </w:tcPr>
          <w:p w14:paraId="74F69AC6" w14:textId="6BF469B2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339C9837" w14:textId="639730EB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3E1BE774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4F8B2541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211FD5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19CEF377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06EA04E" w14:textId="335EE1D7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0CAADD25" w14:textId="77777777" w:rsidTr="00FD02BC">
        <w:tc>
          <w:tcPr>
            <w:tcW w:w="1311" w:type="dxa"/>
          </w:tcPr>
          <w:p w14:paraId="3ADCCD5D" w14:textId="6A395C86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43BF476B" w14:textId="43794BC4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377F064D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1F2189A6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64AA5854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7DEAF1" w14:textId="760B831A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E8E" w14:paraId="676D8FAB" w14:textId="77777777" w:rsidTr="00FD02BC">
        <w:tc>
          <w:tcPr>
            <w:tcW w:w="1311" w:type="dxa"/>
          </w:tcPr>
          <w:p w14:paraId="28E87FF5" w14:textId="76FC7652" w:rsidR="00114E8E" w:rsidRPr="00F12594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4E541C01" w14:textId="77777777" w:rsidR="00114E8E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7A8196EB" w14:textId="0BC321B7" w:rsidR="00114E8E" w:rsidRPr="00F12594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57F12AAB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59FEBD02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1CA5DC3B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FE897E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3CED7A3E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87A90F" w14:textId="7D7783B2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114E8E" w14:paraId="7886CE23" w14:textId="77777777" w:rsidTr="00FD02BC">
        <w:tc>
          <w:tcPr>
            <w:tcW w:w="1311" w:type="dxa"/>
          </w:tcPr>
          <w:p w14:paraId="7BD835F5" w14:textId="6D04486F" w:rsidR="00114E8E" w:rsidRPr="00F12594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585BC56E" w14:textId="77777777" w:rsidR="00114E8E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309AE1A7" w14:textId="53B1F795" w:rsidR="00114E8E" w:rsidRPr="00F12594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6D73FB2C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1577C458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CFA201" w14:textId="2EB4131A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114E8E" w14:paraId="16F39289" w14:textId="77777777" w:rsidTr="00FD02BC">
        <w:tc>
          <w:tcPr>
            <w:tcW w:w="1311" w:type="dxa"/>
          </w:tcPr>
          <w:p w14:paraId="11F293C2" w14:textId="5BEB565D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221B3F9D" w14:textId="0413DE9E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5D94D783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321CA438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D6D699" w14:textId="0FD4B3D7" w:rsidR="00114E8E" w:rsidRPr="008E521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D4FAF31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A51A" w14:textId="77777777" w:rsidR="00F27363" w:rsidRDefault="00F27363">
      <w:r>
        <w:separator/>
      </w:r>
    </w:p>
  </w:endnote>
  <w:endnote w:type="continuationSeparator" w:id="0">
    <w:p w14:paraId="76F8BDC2" w14:textId="77777777" w:rsidR="00F27363" w:rsidRDefault="00F2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3E10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D76E627" w14:textId="77777777" w:rsidTr="004706FD">
      <w:tc>
        <w:tcPr>
          <w:tcW w:w="4534" w:type="dxa"/>
        </w:tcPr>
        <w:p w14:paraId="3F86E3B3" w14:textId="187B4F3F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8E5212">
            <w:rPr>
              <w:rFonts w:ascii="Poppins" w:hAnsi="Poppins" w:cs="Poppins"/>
              <w:iCs/>
              <w:noProof/>
              <w:sz w:val="16"/>
            </w:rPr>
            <w:t xml:space="preserve">Sistema </w:t>
          </w:r>
          <w:r w:rsidR="00272B49">
            <w:rPr>
              <w:rFonts w:ascii="Poppins" w:hAnsi="Poppins" w:cs="Poppins"/>
              <w:iCs/>
              <w:noProof/>
              <w:sz w:val="16"/>
            </w:rPr>
            <w:t xml:space="preserve">PE </w:t>
          </w:r>
          <w:r w:rsidR="008E5212">
            <w:rPr>
              <w:rFonts w:ascii="Poppins" w:hAnsi="Poppins" w:cs="Poppins"/>
              <w:iCs/>
              <w:noProof/>
              <w:sz w:val="16"/>
            </w:rPr>
            <w:t>Klettjet 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4DA157B" w14:textId="73DFD9C8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14E8E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4568312C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224EF75" wp14:editId="4E0329BA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90257" w14:textId="77777777" w:rsidR="00F27363" w:rsidRDefault="00F27363">
      <w:r>
        <w:separator/>
      </w:r>
    </w:p>
  </w:footnote>
  <w:footnote w:type="continuationSeparator" w:id="0">
    <w:p w14:paraId="16665E0F" w14:textId="77777777" w:rsidR="00F27363" w:rsidRDefault="00F27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18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FD8037D" wp14:editId="4D0ACB45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14FF96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41F3C7B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93350">
    <w:abstractNumId w:val="11"/>
  </w:num>
  <w:num w:numId="2" w16cid:durableId="1505894082">
    <w:abstractNumId w:val="10"/>
  </w:num>
  <w:num w:numId="3" w16cid:durableId="1478914841">
    <w:abstractNumId w:val="4"/>
  </w:num>
  <w:num w:numId="4" w16cid:durableId="414670278">
    <w:abstractNumId w:val="3"/>
  </w:num>
  <w:num w:numId="5" w16cid:durableId="261423454">
    <w:abstractNumId w:val="8"/>
  </w:num>
  <w:num w:numId="6" w16cid:durableId="806355984">
    <w:abstractNumId w:val="7"/>
  </w:num>
  <w:num w:numId="7" w16cid:durableId="1470398096">
    <w:abstractNumId w:val="5"/>
  </w:num>
  <w:num w:numId="8" w16cid:durableId="420227614">
    <w:abstractNumId w:val="7"/>
  </w:num>
  <w:num w:numId="9" w16cid:durableId="1016812263">
    <w:abstractNumId w:val="0"/>
  </w:num>
  <w:num w:numId="10" w16cid:durableId="254940871">
    <w:abstractNumId w:val="7"/>
  </w:num>
  <w:num w:numId="11" w16cid:durableId="840777699">
    <w:abstractNumId w:val="15"/>
  </w:num>
  <w:num w:numId="12" w16cid:durableId="991638385">
    <w:abstractNumId w:val="18"/>
  </w:num>
  <w:num w:numId="13" w16cid:durableId="949820796">
    <w:abstractNumId w:val="14"/>
  </w:num>
  <w:num w:numId="14" w16cid:durableId="615064738">
    <w:abstractNumId w:val="6"/>
  </w:num>
  <w:num w:numId="15" w16cid:durableId="1272938163">
    <w:abstractNumId w:val="16"/>
  </w:num>
  <w:num w:numId="16" w16cid:durableId="1239825892">
    <w:abstractNumId w:val="19"/>
  </w:num>
  <w:num w:numId="17" w16cid:durableId="1671903280">
    <w:abstractNumId w:val="20"/>
  </w:num>
  <w:num w:numId="18" w16cid:durableId="578099497">
    <w:abstractNumId w:val="17"/>
  </w:num>
  <w:num w:numId="19" w16cid:durableId="1694647931">
    <w:abstractNumId w:val="1"/>
  </w:num>
  <w:num w:numId="20" w16cid:durableId="1005204150">
    <w:abstractNumId w:val="2"/>
  </w:num>
  <w:num w:numId="21" w16cid:durableId="1682708172">
    <w:abstractNumId w:val="9"/>
  </w:num>
  <w:num w:numId="22" w16cid:durableId="1395155863">
    <w:abstractNumId w:val="21"/>
  </w:num>
  <w:num w:numId="23" w16cid:durableId="1991517486">
    <w:abstractNumId w:val="13"/>
  </w:num>
  <w:num w:numId="24" w16cid:durableId="14111955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72AB2"/>
    <w:rsid w:val="0009136B"/>
    <w:rsid w:val="000B6932"/>
    <w:rsid w:val="000C52FA"/>
    <w:rsid w:val="000F7A52"/>
    <w:rsid w:val="00103A0D"/>
    <w:rsid w:val="00114E8E"/>
    <w:rsid w:val="001441C6"/>
    <w:rsid w:val="001450AB"/>
    <w:rsid w:val="001620E3"/>
    <w:rsid w:val="00171DAE"/>
    <w:rsid w:val="00195A49"/>
    <w:rsid w:val="001D365F"/>
    <w:rsid w:val="001E6403"/>
    <w:rsid w:val="001F782F"/>
    <w:rsid w:val="0023000E"/>
    <w:rsid w:val="002346C2"/>
    <w:rsid w:val="00264BCF"/>
    <w:rsid w:val="00272B49"/>
    <w:rsid w:val="0028448D"/>
    <w:rsid w:val="002862D2"/>
    <w:rsid w:val="002B5D63"/>
    <w:rsid w:val="002F7EEA"/>
    <w:rsid w:val="00304518"/>
    <w:rsid w:val="003333BC"/>
    <w:rsid w:val="00344430"/>
    <w:rsid w:val="003524C7"/>
    <w:rsid w:val="00357812"/>
    <w:rsid w:val="00360078"/>
    <w:rsid w:val="00365710"/>
    <w:rsid w:val="00372ECE"/>
    <w:rsid w:val="003D4BE3"/>
    <w:rsid w:val="00404E4B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62E55"/>
    <w:rsid w:val="00584984"/>
    <w:rsid w:val="005C61B9"/>
    <w:rsid w:val="005E1169"/>
    <w:rsid w:val="006015C2"/>
    <w:rsid w:val="006040F5"/>
    <w:rsid w:val="0060514D"/>
    <w:rsid w:val="00610639"/>
    <w:rsid w:val="00620C00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97B6A"/>
    <w:rsid w:val="007B5BA3"/>
    <w:rsid w:val="007D21F9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A2C0A"/>
    <w:rsid w:val="008B5587"/>
    <w:rsid w:val="008C2F88"/>
    <w:rsid w:val="008E5212"/>
    <w:rsid w:val="00904071"/>
    <w:rsid w:val="009059BB"/>
    <w:rsid w:val="00923354"/>
    <w:rsid w:val="00931A8A"/>
    <w:rsid w:val="0094047C"/>
    <w:rsid w:val="00942B09"/>
    <w:rsid w:val="00943B9A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A01CE"/>
    <w:rsid w:val="00AC0741"/>
    <w:rsid w:val="00AD05EC"/>
    <w:rsid w:val="00AD1706"/>
    <w:rsid w:val="00AF350C"/>
    <w:rsid w:val="00B406A9"/>
    <w:rsid w:val="00B7475F"/>
    <w:rsid w:val="00B8125F"/>
    <w:rsid w:val="00B93CD1"/>
    <w:rsid w:val="00BB0104"/>
    <w:rsid w:val="00BB2A5B"/>
    <w:rsid w:val="00BD14D8"/>
    <w:rsid w:val="00BF1E16"/>
    <w:rsid w:val="00BF2D22"/>
    <w:rsid w:val="00C02E1C"/>
    <w:rsid w:val="00C055AD"/>
    <w:rsid w:val="00C203AE"/>
    <w:rsid w:val="00C233C1"/>
    <w:rsid w:val="00C25698"/>
    <w:rsid w:val="00C27DFF"/>
    <w:rsid w:val="00C36C55"/>
    <w:rsid w:val="00C37E14"/>
    <w:rsid w:val="00C437EE"/>
    <w:rsid w:val="00C55FF9"/>
    <w:rsid w:val="00C81B56"/>
    <w:rsid w:val="00C86331"/>
    <w:rsid w:val="00C872C7"/>
    <w:rsid w:val="00C93402"/>
    <w:rsid w:val="00C939B1"/>
    <w:rsid w:val="00CB1475"/>
    <w:rsid w:val="00CC31A7"/>
    <w:rsid w:val="00CE7C2F"/>
    <w:rsid w:val="00CF013E"/>
    <w:rsid w:val="00D061A5"/>
    <w:rsid w:val="00D178ED"/>
    <w:rsid w:val="00D17F30"/>
    <w:rsid w:val="00D2119B"/>
    <w:rsid w:val="00D229AF"/>
    <w:rsid w:val="00D26FD9"/>
    <w:rsid w:val="00D440AE"/>
    <w:rsid w:val="00D53F61"/>
    <w:rsid w:val="00D55CA7"/>
    <w:rsid w:val="00D62BDF"/>
    <w:rsid w:val="00D832BB"/>
    <w:rsid w:val="00D902A4"/>
    <w:rsid w:val="00DA3646"/>
    <w:rsid w:val="00DD2E16"/>
    <w:rsid w:val="00DD3C75"/>
    <w:rsid w:val="00DE5C0B"/>
    <w:rsid w:val="00E07577"/>
    <w:rsid w:val="00E17A38"/>
    <w:rsid w:val="00E2334E"/>
    <w:rsid w:val="00E36C49"/>
    <w:rsid w:val="00E42389"/>
    <w:rsid w:val="00E5632D"/>
    <w:rsid w:val="00E7391C"/>
    <w:rsid w:val="00E94BE3"/>
    <w:rsid w:val="00EA01C8"/>
    <w:rsid w:val="00EB33B9"/>
    <w:rsid w:val="00EC29FF"/>
    <w:rsid w:val="00ED24CF"/>
    <w:rsid w:val="00EF73E5"/>
    <w:rsid w:val="00F27363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C149EA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5181B-34A6-4D83-B126-E60793E1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1580</Words>
  <Characters>8737</Characters>
  <Application>Microsoft Office Word</Application>
  <DocSecurity>4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10297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2025-01-16T08:06:00Z</dcterms:created>
  <dcterms:modified xsi:type="dcterms:W3CDTF">2025-01-16T08:06:00Z</dcterms:modified>
</cp:coreProperties>
</file>